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ayout w:type="fixed"/>
        <w:tblLook w:val="0000"/>
      </w:tblPr>
      <w:tblGrid>
        <w:gridCol w:w="2160"/>
        <w:gridCol w:w="2304"/>
      </w:tblGrid>
      <w:tr w:rsidR="00496307" w:rsidTr="00496307">
        <w:trPr>
          <w:jc w:val="right"/>
        </w:trPr>
        <w:tc>
          <w:tcPr>
            <w:tcW w:w="2160" w:type="dxa"/>
            <w:shd w:val="clear" w:color="auto" w:fill="auto"/>
          </w:tcPr>
          <w:p w:rsidR="00496307" w:rsidRDefault="009344C5" w:rsidP="00496307">
            <w:pPr>
              <w:pStyle w:val="Address2"/>
            </w:pPr>
            <w:r>
              <w:t>466 Herald Drive</w:t>
            </w:r>
          </w:p>
          <w:p w:rsidR="009344C5" w:rsidRDefault="009344C5" w:rsidP="00496307">
            <w:pPr>
              <w:pStyle w:val="Address2"/>
            </w:pPr>
            <w:r>
              <w:t>Ambler PA 19002</w:t>
            </w:r>
          </w:p>
        </w:tc>
        <w:tc>
          <w:tcPr>
            <w:tcW w:w="2304" w:type="dxa"/>
            <w:shd w:val="clear" w:color="auto" w:fill="auto"/>
          </w:tcPr>
          <w:p w:rsidR="00496307" w:rsidRDefault="009344C5" w:rsidP="00496307">
            <w:pPr>
              <w:pStyle w:val="Address1"/>
            </w:pPr>
            <w:r>
              <w:t>Phone 267.222.0308</w:t>
            </w:r>
          </w:p>
          <w:p w:rsidR="00496307" w:rsidRDefault="00496307" w:rsidP="009344C5">
            <w:pPr>
              <w:pStyle w:val="Address1"/>
            </w:pPr>
            <w:r>
              <w:t xml:space="preserve">E-mail </w:t>
            </w:r>
            <w:r w:rsidR="009344C5">
              <w:t>Jamckay22@gmail.com</w:t>
            </w:r>
          </w:p>
        </w:tc>
      </w:tr>
    </w:tbl>
    <w:p w:rsidR="00496307" w:rsidRDefault="009344C5" w:rsidP="00496307">
      <w:pPr>
        <w:pStyle w:val="Name"/>
      </w:pPr>
      <w:r>
        <w:t>Julia McKay</w:t>
      </w:r>
    </w:p>
    <w:tbl>
      <w:tblPr>
        <w:tblW w:w="0" w:type="auto"/>
        <w:tblLayout w:type="fixed"/>
        <w:tblLook w:val="0000"/>
      </w:tblPr>
      <w:tblGrid>
        <w:gridCol w:w="2160"/>
        <w:gridCol w:w="6660"/>
      </w:tblGrid>
      <w:tr w:rsidR="00496307" w:rsidTr="00496307">
        <w:tc>
          <w:tcPr>
            <w:tcW w:w="2160" w:type="dxa"/>
            <w:shd w:val="clear" w:color="auto" w:fill="auto"/>
          </w:tcPr>
          <w:p w:rsidR="008A011D" w:rsidRDefault="008A011D" w:rsidP="00AD0446">
            <w:pPr>
              <w:pStyle w:val="SectionTitle"/>
            </w:pPr>
          </w:p>
          <w:p w:rsidR="00496307" w:rsidRDefault="00496307" w:rsidP="00AD0446">
            <w:pPr>
              <w:pStyle w:val="SectionTitle"/>
            </w:pPr>
            <w:r>
              <w:t>Education</w:t>
            </w:r>
          </w:p>
        </w:tc>
        <w:tc>
          <w:tcPr>
            <w:tcW w:w="6660" w:type="dxa"/>
            <w:shd w:val="clear" w:color="auto" w:fill="auto"/>
          </w:tcPr>
          <w:p w:rsidR="00496307" w:rsidRDefault="008A011D" w:rsidP="00496307">
            <w:pPr>
              <w:pStyle w:val="CompanyName"/>
            </w:pPr>
            <w:r>
              <w:t>2</w:t>
            </w:r>
            <w:r w:rsidR="009344C5">
              <w:t>010</w:t>
            </w:r>
            <w:r w:rsidR="00496307">
              <w:t>-</w:t>
            </w:r>
            <w:r w:rsidR="00D352E2">
              <w:t>P</w:t>
            </w:r>
            <w:r w:rsidR="00496307">
              <w:t>resent</w:t>
            </w:r>
            <w:r w:rsidR="00496307">
              <w:tab/>
              <w:t>Hatboro-Horsham High School</w:t>
            </w:r>
            <w:r w:rsidR="00496307">
              <w:tab/>
              <w:t>Horsham, PA</w:t>
            </w:r>
          </w:p>
          <w:p w:rsidR="00ED7E29" w:rsidRDefault="00ED7E29" w:rsidP="00496307">
            <w:pPr>
              <w:pStyle w:val="JobTitle"/>
            </w:pPr>
            <w:r>
              <w:t xml:space="preserve">Anticipated Graduation: </w:t>
            </w:r>
            <w:r w:rsidR="003A4EC4">
              <w:t xml:space="preserve"> </w:t>
            </w:r>
            <w:r w:rsidRPr="00ED7E29">
              <w:rPr>
                <w:rFonts w:ascii="Arial" w:hAnsi="Arial" w:cs="Arial"/>
              </w:rPr>
              <w:t>June 20</w:t>
            </w:r>
            <w:r w:rsidR="0097393C">
              <w:rPr>
                <w:rFonts w:ascii="Arial" w:hAnsi="Arial" w:cs="Arial"/>
              </w:rPr>
              <w:t>1</w:t>
            </w:r>
            <w:r w:rsidR="009344C5">
              <w:rPr>
                <w:rFonts w:ascii="Arial" w:hAnsi="Arial" w:cs="Arial"/>
              </w:rPr>
              <w:t>2</w:t>
            </w:r>
          </w:p>
          <w:p w:rsidR="00496307" w:rsidRDefault="00496307" w:rsidP="00496307">
            <w:pPr>
              <w:pStyle w:val="JobTitle"/>
            </w:pPr>
            <w:r>
              <w:t>Key Courses</w:t>
            </w:r>
            <w:r w:rsidR="00ED7E29">
              <w:t>:</w:t>
            </w:r>
            <w:r w:rsidR="0078426D">
              <w:t xml:space="preserve"> </w:t>
            </w:r>
          </w:p>
          <w:p w:rsidR="00CB77CB" w:rsidRPr="009344C5" w:rsidRDefault="009344C5" w:rsidP="00496307">
            <w:pPr>
              <w:pStyle w:val="Achievement"/>
            </w:pPr>
            <w:r w:rsidRPr="009344C5">
              <w:t>AP European History</w:t>
            </w:r>
          </w:p>
          <w:p w:rsidR="009344C5" w:rsidRPr="009344C5" w:rsidRDefault="009344C5" w:rsidP="00496307">
            <w:pPr>
              <w:pStyle w:val="Achievement"/>
            </w:pPr>
            <w:r w:rsidRPr="009344C5">
              <w:t>AP Statistics</w:t>
            </w:r>
          </w:p>
          <w:p w:rsidR="009344C5" w:rsidRPr="009344C5" w:rsidRDefault="009344C5" w:rsidP="009344C5">
            <w:pPr>
              <w:pStyle w:val="Achievement"/>
            </w:pPr>
            <w:r w:rsidRPr="009344C5">
              <w:t>Honors American Experience</w:t>
            </w:r>
          </w:p>
          <w:p w:rsidR="009344C5" w:rsidRPr="009344C5" w:rsidRDefault="009344C5" w:rsidP="009344C5">
            <w:pPr>
              <w:pStyle w:val="Achievement"/>
            </w:pPr>
            <w:r w:rsidRPr="009344C5">
              <w:t>Computer Skills for the 21</w:t>
            </w:r>
            <w:r w:rsidRPr="009344C5">
              <w:rPr>
                <w:vertAlign w:val="superscript"/>
              </w:rPr>
              <w:t>st</w:t>
            </w:r>
            <w:r w:rsidRPr="009344C5">
              <w:t xml:space="preserve"> century</w:t>
            </w:r>
          </w:p>
          <w:p w:rsidR="009344C5" w:rsidRPr="009344C5" w:rsidRDefault="009344C5" w:rsidP="009344C5">
            <w:pPr>
              <w:pStyle w:val="Achievement"/>
            </w:pPr>
            <w:r w:rsidRPr="009344C5">
              <w:t>Honors Chemistry</w:t>
            </w:r>
          </w:p>
          <w:p w:rsidR="009344C5" w:rsidRPr="009344C5" w:rsidRDefault="009344C5" w:rsidP="009344C5">
            <w:pPr>
              <w:pStyle w:val="Achievement"/>
            </w:pPr>
            <w:r w:rsidRPr="009344C5">
              <w:t xml:space="preserve">Honors Physics </w:t>
            </w:r>
          </w:p>
          <w:p w:rsidR="009344C5" w:rsidRPr="009344C5" w:rsidRDefault="009344C5" w:rsidP="009344C5">
            <w:pPr>
              <w:pStyle w:val="Achievement"/>
            </w:pPr>
            <w:r w:rsidRPr="009344C5">
              <w:t xml:space="preserve">Honors Trigonometry </w:t>
            </w:r>
          </w:p>
          <w:p w:rsidR="009344C5" w:rsidRDefault="009344C5" w:rsidP="009344C5">
            <w:pPr>
              <w:pStyle w:val="Achievement"/>
            </w:pPr>
            <w:r w:rsidRPr="009344C5">
              <w:t>Spanish I-IV</w:t>
            </w:r>
          </w:p>
        </w:tc>
      </w:tr>
      <w:tr w:rsidR="00496307" w:rsidTr="00496307">
        <w:tc>
          <w:tcPr>
            <w:tcW w:w="2160" w:type="dxa"/>
            <w:shd w:val="clear" w:color="auto" w:fill="auto"/>
          </w:tcPr>
          <w:p w:rsidR="00AD0446" w:rsidRDefault="00AD0446" w:rsidP="00AD0446">
            <w:pPr>
              <w:pStyle w:val="SectionTitle"/>
            </w:pPr>
          </w:p>
          <w:p w:rsidR="00496307" w:rsidRDefault="00496307" w:rsidP="00AD0446">
            <w:pPr>
              <w:pStyle w:val="SectionTitle"/>
            </w:pPr>
            <w:r>
              <w:t xml:space="preserve">Work </w:t>
            </w:r>
            <w:r w:rsidR="00ED7E29">
              <w:t>E</w:t>
            </w:r>
            <w:r>
              <w:t>xperience</w:t>
            </w:r>
          </w:p>
        </w:tc>
        <w:tc>
          <w:tcPr>
            <w:tcW w:w="6660" w:type="dxa"/>
            <w:shd w:val="clear" w:color="auto" w:fill="auto"/>
          </w:tcPr>
          <w:p w:rsidR="00496307" w:rsidRDefault="009344C5" w:rsidP="00496307">
            <w:pPr>
              <w:pStyle w:val="CompanyName"/>
            </w:pPr>
            <w:r>
              <w:t>2008</w:t>
            </w:r>
            <w:r w:rsidR="00ED7E29">
              <w:t>-</w:t>
            </w:r>
            <w:r w:rsidR="00D352E2">
              <w:t>P</w:t>
            </w:r>
            <w:r w:rsidR="00ED7E29">
              <w:t>resent</w:t>
            </w:r>
            <w:r w:rsidR="00496307">
              <w:tab/>
            </w:r>
            <w:r>
              <w:t>Girls Lacrosse Youth Referee</w:t>
            </w:r>
            <w:r w:rsidR="00496307">
              <w:tab/>
            </w:r>
            <w:r>
              <w:t>Horsham, PA</w:t>
            </w:r>
          </w:p>
          <w:p w:rsidR="007F1251" w:rsidRPr="007F1251" w:rsidRDefault="007F1251" w:rsidP="007F1251">
            <w:pPr>
              <w:rPr>
                <w:b/>
              </w:rPr>
            </w:pPr>
            <w:r w:rsidRPr="007F1251">
              <w:rPr>
                <w:b/>
              </w:rPr>
              <w:t>Girls Lacrosse Youth Referee</w:t>
            </w:r>
          </w:p>
          <w:p w:rsidR="00496307" w:rsidRDefault="0024641D" w:rsidP="00496307">
            <w:pPr>
              <w:pStyle w:val="Achievement"/>
            </w:pPr>
            <w:r>
              <w:t>Control s</w:t>
            </w:r>
            <w:r w:rsidR="009344C5">
              <w:t>afety and well being of children</w:t>
            </w:r>
          </w:p>
          <w:p w:rsidR="0024641D" w:rsidRDefault="0024641D" w:rsidP="0024641D">
            <w:pPr>
              <w:pStyle w:val="Achievement"/>
            </w:pPr>
            <w:r>
              <w:t>Help improve the children’s level of play</w:t>
            </w:r>
          </w:p>
          <w:p w:rsidR="00ED7E29" w:rsidRDefault="0024641D" w:rsidP="00ED7E29">
            <w:pPr>
              <w:pStyle w:val="CompanyName"/>
            </w:pPr>
            <w:r>
              <w:t>2005-Present</w:t>
            </w:r>
            <w:r w:rsidR="00ED7E29">
              <w:tab/>
            </w:r>
            <w:r>
              <w:t>Babysit</w:t>
            </w:r>
            <w:r w:rsidR="00A611B8">
              <w:t>ting</w:t>
            </w:r>
            <w:r w:rsidR="00ED7E29">
              <w:tab/>
              <w:t>Horsham, PA</w:t>
            </w:r>
          </w:p>
          <w:p w:rsidR="007F1251" w:rsidRPr="007F1251" w:rsidRDefault="007F1251" w:rsidP="007F1251">
            <w:pPr>
              <w:rPr>
                <w:b/>
              </w:rPr>
            </w:pPr>
            <w:r w:rsidRPr="007F1251">
              <w:rPr>
                <w:b/>
              </w:rPr>
              <w:t>Babysitter</w:t>
            </w:r>
          </w:p>
          <w:p w:rsidR="00ED7E29" w:rsidRDefault="00ED7E29" w:rsidP="0024641D">
            <w:pPr>
              <w:pStyle w:val="Achievement"/>
            </w:pPr>
            <w:r>
              <w:t>C</w:t>
            </w:r>
            <w:r w:rsidR="0024641D">
              <w:t>ontrol safety and well being of children</w:t>
            </w:r>
          </w:p>
          <w:p w:rsidR="0024641D" w:rsidRDefault="0024641D" w:rsidP="0024641D">
            <w:pPr>
              <w:pStyle w:val="Achievement"/>
            </w:pPr>
            <w:r>
              <w:t>Occupy and entertain children</w:t>
            </w:r>
          </w:p>
          <w:p w:rsidR="00B14FDB" w:rsidRDefault="0024641D" w:rsidP="00B14FDB">
            <w:pPr>
              <w:pStyle w:val="Achievement"/>
            </w:pPr>
            <w:r>
              <w:t>Keep children on schedule set in place by parents</w:t>
            </w:r>
          </w:p>
          <w:p w:rsidR="00B14FDB" w:rsidRPr="00B14FDB" w:rsidRDefault="00B14FDB" w:rsidP="00B14FDB">
            <w:pPr>
              <w:pStyle w:val="Achievement"/>
              <w:numPr>
                <w:ilvl w:val="0"/>
                <w:numId w:val="0"/>
              </w:numPr>
              <w:rPr>
                <w:b/>
              </w:rPr>
            </w:pPr>
            <w:r w:rsidRPr="00B14FDB">
              <w:rPr>
                <w:b/>
              </w:rPr>
              <w:t>Bounce U!</w:t>
            </w:r>
          </w:p>
          <w:p w:rsidR="00B14FDB" w:rsidRDefault="00B14FDB" w:rsidP="00B14FDB">
            <w:pPr>
              <w:pStyle w:val="Achievement"/>
            </w:pPr>
            <w:r>
              <w:t xml:space="preserve">Maintain the safety of children </w:t>
            </w:r>
          </w:p>
          <w:p w:rsidR="00B14FDB" w:rsidRDefault="00B14FDB" w:rsidP="00B14FDB">
            <w:pPr>
              <w:pStyle w:val="Achievement"/>
            </w:pPr>
            <w:r>
              <w:t>Keep control of parties</w:t>
            </w:r>
          </w:p>
          <w:p w:rsidR="00B14FDB" w:rsidRDefault="00B14FDB" w:rsidP="00B14FDB">
            <w:pPr>
              <w:pStyle w:val="Achievement"/>
              <w:numPr>
                <w:ilvl w:val="0"/>
                <w:numId w:val="0"/>
              </w:numPr>
              <w:ind w:left="245" w:hanging="245"/>
            </w:pPr>
          </w:p>
        </w:tc>
      </w:tr>
      <w:tr w:rsidR="009806A4" w:rsidTr="00496307">
        <w:tc>
          <w:tcPr>
            <w:tcW w:w="2160" w:type="dxa"/>
            <w:shd w:val="clear" w:color="auto" w:fill="auto"/>
          </w:tcPr>
          <w:p w:rsidR="009806A4" w:rsidRDefault="009806A4" w:rsidP="00AD0446">
            <w:pPr>
              <w:pStyle w:val="SectionTitle"/>
            </w:pPr>
            <w:r>
              <w:t>Awards Received</w:t>
            </w:r>
          </w:p>
        </w:tc>
        <w:tc>
          <w:tcPr>
            <w:tcW w:w="6660" w:type="dxa"/>
            <w:shd w:val="clear" w:color="auto" w:fill="auto"/>
          </w:tcPr>
          <w:p w:rsidR="00B4207F" w:rsidRDefault="0024641D" w:rsidP="00AD0446">
            <w:pPr>
              <w:pStyle w:val="Objective"/>
              <w:spacing w:before="0" w:after="0"/>
            </w:pPr>
            <w:r>
              <w:t xml:space="preserve">Distinguished Honor Roll, Honor Roll: </w:t>
            </w:r>
            <w:r w:rsidR="00B4207F">
              <w:t>2005-Present</w:t>
            </w:r>
          </w:p>
          <w:p w:rsidR="00B4207F" w:rsidRPr="00B4207F" w:rsidRDefault="00B4207F" w:rsidP="007F1251">
            <w:pPr>
              <w:pStyle w:val="BodyText"/>
              <w:spacing w:after="0"/>
            </w:pPr>
            <w:r>
              <w:t>Lacrosse</w:t>
            </w:r>
            <w:r w:rsidR="007F1251">
              <w:t>; Second Team Midfield Suburban One All-League</w:t>
            </w:r>
          </w:p>
        </w:tc>
      </w:tr>
      <w:tr w:rsidR="00496307" w:rsidTr="00496307">
        <w:tc>
          <w:tcPr>
            <w:tcW w:w="2160" w:type="dxa"/>
            <w:shd w:val="clear" w:color="auto" w:fill="auto"/>
          </w:tcPr>
          <w:p w:rsidR="00AD0446" w:rsidRDefault="00AD0446" w:rsidP="00AD0446">
            <w:pPr>
              <w:pStyle w:val="SectionTitle"/>
            </w:pPr>
          </w:p>
          <w:p w:rsidR="00496307" w:rsidRDefault="00496307" w:rsidP="00AD0446">
            <w:pPr>
              <w:pStyle w:val="SectionTitle"/>
            </w:pPr>
            <w:r>
              <w:t xml:space="preserve">Extracurricular </w:t>
            </w:r>
            <w:r w:rsidR="00ED7E29">
              <w:t>A</w:t>
            </w:r>
            <w:r>
              <w:t>ctivities</w:t>
            </w:r>
          </w:p>
        </w:tc>
        <w:tc>
          <w:tcPr>
            <w:tcW w:w="6660" w:type="dxa"/>
            <w:shd w:val="clear" w:color="auto" w:fill="auto"/>
          </w:tcPr>
          <w:p w:rsidR="00AD0446" w:rsidRDefault="00AD0446" w:rsidP="00AD0446">
            <w:pPr>
              <w:pStyle w:val="Objective"/>
              <w:spacing w:before="0" w:after="0" w:line="240" w:lineRule="auto"/>
            </w:pPr>
          </w:p>
          <w:p w:rsidR="00B4207F" w:rsidRDefault="00AF3E95" w:rsidP="00AD0446">
            <w:pPr>
              <w:pStyle w:val="Objective"/>
              <w:spacing w:before="0" w:after="0" w:line="240" w:lineRule="auto"/>
            </w:pPr>
            <w:r>
              <w:t xml:space="preserve">Future Business Leaders of America: </w:t>
            </w:r>
            <w:r w:rsidR="009806A4">
              <w:t>200</w:t>
            </w:r>
            <w:r w:rsidR="0024641D">
              <w:t>9</w:t>
            </w:r>
            <w:r w:rsidR="009806A4">
              <w:t>-</w:t>
            </w:r>
            <w:r w:rsidR="00AD0446">
              <w:t>Present,</w:t>
            </w:r>
            <w:r w:rsidR="0024641D">
              <w:t xml:space="preserve"> Vice </w:t>
            </w:r>
            <w:r w:rsidR="00D352E2">
              <w:t>P</w:t>
            </w:r>
            <w:r w:rsidR="009806A4">
              <w:t>resent</w:t>
            </w:r>
          </w:p>
          <w:p w:rsidR="00AD0446" w:rsidRDefault="00AF3E95" w:rsidP="00AD0446">
            <w:pPr>
              <w:pStyle w:val="Objective"/>
              <w:spacing w:before="0" w:after="0" w:line="240" w:lineRule="auto"/>
            </w:pPr>
            <w:r>
              <w:t xml:space="preserve">Student Council: </w:t>
            </w:r>
            <w:r w:rsidR="009806A4">
              <w:t>200</w:t>
            </w:r>
            <w:r w:rsidR="00AD0446">
              <w:t>8</w:t>
            </w:r>
            <w:r w:rsidR="009806A4">
              <w:t>-</w:t>
            </w:r>
            <w:r w:rsidR="00D352E2">
              <w:t>P</w:t>
            </w:r>
            <w:r w:rsidR="009806A4">
              <w:t>resent</w:t>
            </w:r>
            <w:r w:rsidR="009806A4">
              <w:br/>
            </w:r>
            <w:r w:rsidR="00AD0446">
              <w:t>Lacrosse Team</w:t>
            </w:r>
            <w:r>
              <w:t>: Varsity 200</w:t>
            </w:r>
            <w:r w:rsidR="00AD0446">
              <w:t>8</w:t>
            </w:r>
            <w:r>
              <w:t>-</w:t>
            </w:r>
            <w:r w:rsidR="00D352E2">
              <w:t>P</w:t>
            </w:r>
            <w:r>
              <w:t>resent</w:t>
            </w:r>
          </w:p>
          <w:p w:rsidR="00AF3E95" w:rsidRDefault="00AD0446" w:rsidP="00AD0446">
            <w:pPr>
              <w:pStyle w:val="Objective"/>
              <w:spacing w:before="0" w:after="0" w:line="240" w:lineRule="auto"/>
            </w:pPr>
            <w:r>
              <w:t>Field Hockey Team: Varsity 2010-Present; Freshman 2008</w:t>
            </w:r>
            <w:r>
              <w:br/>
              <w:t>Ski Club: 2008</w:t>
            </w:r>
            <w:r w:rsidR="00AF3E95">
              <w:br/>
            </w:r>
            <w:r>
              <w:t>Model Senate:2009-Present</w:t>
            </w:r>
          </w:p>
          <w:p w:rsidR="00AD0446" w:rsidRPr="00AD0446" w:rsidRDefault="00AD0446" w:rsidP="00AD0446">
            <w:pPr>
              <w:pStyle w:val="BodyText"/>
              <w:spacing w:after="0" w:line="240" w:lineRule="auto"/>
            </w:pPr>
            <w:r>
              <w:t>Advisory Board: 2008-Present</w:t>
            </w:r>
          </w:p>
        </w:tc>
      </w:tr>
      <w:tr w:rsidR="00496307" w:rsidTr="00496307">
        <w:tc>
          <w:tcPr>
            <w:tcW w:w="2160" w:type="dxa"/>
            <w:shd w:val="clear" w:color="auto" w:fill="auto"/>
          </w:tcPr>
          <w:p w:rsidR="00AD0446" w:rsidRDefault="00AD0446" w:rsidP="00AD0446">
            <w:pPr>
              <w:pStyle w:val="SectionTitle"/>
            </w:pPr>
          </w:p>
          <w:p w:rsidR="00496307" w:rsidRDefault="00ED7E29" w:rsidP="00AD0446">
            <w:pPr>
              <w:pStyle w:val="SectionTitle"/>
            </w:pPr>
            <w:r>
              <w:t>Volunteer E</w:t>
            </w:r>
            <w:r w:rsidR="00496307">
              <w:t>xperience</w:t>
            </w:r>
          </w:p>
        </w:tc>
        <w:tc>
          <w:tcPr>
            <w:tcW w:w="6660" w:type="dxa"/>
            <w:shd w:val="clear" w:color="auto" w:fill="auto"/>
          </w:tcPr>
          <w:p w:rsidR="00AD0446" w:rsidRDefault="00AD0446" w:rsidP="00AD0446">
            <w:pPr>
              <w:pStyle w:val="Objective"/>
              <w:spacing w:before="0" w:after="0"/>
            </w:pPr>
          </w:p>
          <w:p w:rsidR="00496307" w:rsidRDefault="00AD0446" w:rsidP="00AD0446">
            <w:pPr>
              <w:pStyle w:val="Objective"/>
              <w:spacing w:before="0" w:after="0"/>
            </w:pPr>
            <w:r>
              <w:t>Ronald McDonald House; 2009</w:t>
            </w:r>
          </w:p>
          <w:p w:rsidR="00AD0446" w:rsidRDefault="00AD0446" w:rsidP="00AD0446">
            <w:pPr>
              <w:pStyle w:val="BodyText"/>
              <w:spacing w:after="0"/>
            </w:pPr>
            <w:r>
              <w:t>JDRF Walk; 2009-Present</w:t>
            </w:r>
          </w:p>
          <w:p w:rsidR="00AD0446" w:rsidRDefault="00AD0446" w:rsidP="00AD0446">
            <w:pPr>
              <w:pStyle w:val="BodyText"/>
              <w:spacing w:after="0"/>
            </w:pPr>
            <w:r>
              <w:t>Feed A Friend; 2008-Present</w:t>
            </w:r>
          </w:p>
          <w:p w:rsidR="00AD0446" w:rsidRDefault="00AD0446" w:rsidP="00AD0446">
            <w:pPr>
              <w:pStyle w:val="BodyText"/>
              <w:spacing w:after="0"/>
            </w:pPr>
            <w:r>
              <w:t>FBLA Fashion Show; 2010</w:t>
            </w:r>
          </w:p>
          <w:p w:rsidR="00A17A4A" w:rsidRPr="00AD0446" w:rsidRDefault="00A17A4A" w:rsidP="00AD0446">
            <w:pPr>
              <w:pStyle w:val="BodyText"/>
              <w:spacing w:after="0"/>
            </w:pPr>
            <w:r>
              <w:t>Student Council Community Service; 2008-Present</w:t>
            </w:r>
          </w:p>
        </w:tc>
      </w:tr>
      <w:tr w:rsidR="00E44FA6" w:rsidTr="006E1B9E">
        <w:tc>
          <w:tcPr>
            <w:tcW w:w="2160" w:type="dxa"/>
            <w:shd w:val="clear" w:color="auto" w:fill="auto"/>
          </w:tcPr>
          <w:p w:rsidR="00AD0446" w:rsidRDefault="00AD0446" w:rsidP="00AD0446">
            <w:pPr>
              <w:pStyle w:val="SectionTitle"/>
            </w:pPr>
          </w:p>
          <w:p w:rsidR="00E44FA6" w:rsidRDefault="00E44FA6" w:rsidP="00AD0446">
            <w:pPr>
              <w:pStyle w:val="SectionTitle"/>
            </w:pPr>
            <w:r>
              <w:t xml:space="preserve">Interests and </w:t>
            </w:r>
            <w:r w:rsidR="009806A4">
              <w:t>Hobbies</w:t>
            </w:r>
          </w:p>
        </w:tc>
        <w:tc>
          <w:tcPr>
            <w:tcW w:w="6660" w:type="dxa"/>
            <w:shd w:val="clear" w:color="auto" w:fill="auto"/>
          </w:tcPr>
          <w:p w:rsidR="00E44FA6" w:rsidRDefault="00AD0446" w:rsidP="00AD0446">
            <w:pPr>
              <w:pStyle w:val="Objective"/>
              <w:spacing w:before="360" w:after="0"/>
            </w:pPr>
            <w:r>
              <w:t>Being with frie</w:t>
            </w:r>
            <w:r w:rsidR="00A17A4A">
              <w:t>nds and family</w:t>
            </w:r>
          </w:p>
          <w:p w:rsidR="00A17A4A" w:rsidRDefault="00A17A4A" w:rsidP="00A17A4A">
            <w:pPr>
              <w:pStyle w:val="BodyText"/>
              <w:spacing w:after="0"/>
            </w:pPr>
            <w:r>
              <w:t>Playing sports; Lacrosse and Field Hockey</w:t>
            </w:r>
          </w:p>
          <w:p w:rsidR="00A17A4A" w:rsidRDefault="00A17A4A" w:rsidP="00A17A4A">
            <w:pPr>
              <w:pStyle w:val="BodyText"/>
              <w:spacing w:after="0"/>
            </w:pPr>
            <w:r>
              <w:t>Skiing</w:t>
            </w:r>
          </w:p>
          <w:p w:rsidR="00A17A4A" w:rsidRPr="00A17A4A" w:rsidRDefault="00A17A4A" w:rsidP="008A011D">
            <w:pPr>
              <w:pStyle w:val="BodyText"/>
              <w:spacing w:after="0"/>
            </w:pPr>
            <w:r>
              <w:t>Going to the Beach</w:t>
            </w:r>
          </w:p>
        </w:tc>
      </w:tr>
    </w:tbl>
    <w:p w:rsidR="00666457" w:rsidRDefault="00666457"/>
    <w:sectPr w:rsidR="00666457" w:rsidSect="00B14FDB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446" w:rsidRDefault="00AD0446">
      <w:r>
        <w:separator/>
      </w:r>
    </w:p>
  </w:endnote>
  <w:endnote w:type="continuationSeparator" w:id="0">
    <w:p w:rsidR="00AD0446" w:rsidRDefault="00AD0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446" w:rsidRDefault="00AD0446">
      <w:r>
        <w:separator/>
      </w:r>
    </w:p>
  </w:footnote>
  <w:footnote w:type="continuationSeparator" w:id="0">
    <w:p w:rsidR="00AD0446" w:rsidRDefault="00AD04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C2FD4"/>
    <w:multiLevelType w:val="hybridMultilevel"/>
    <w:tmpl w:val="2470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removePersonalInformation/>
  <w:proofState w:spelling="clean" w:grammar="clean"/>
  <w:attachedTemplate r:id="rId1"/>
  <w:stylePaneFormatFilter w:val="3F01"/>
  <w:defaultTabStop w:val="720"/>
  <w:drawingGridHorizontalSpacing w:val="100"/>
  <w:drawingGridVerticalSpacing w:val="187"/>
  <w:displayHorizontalDrawingGridEvery w:val="2"/>
  <w:noPunctuationKerning/>
  <w:characterSpacingControl w:val="doNotCompress"/>
  <w:savePreviewPicture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docVars>
    <w:docVar w:name="iResumeStyle" w:val="橄ㄴ尸̵أ찔㈇"/>
  </w:docVars>
  <w:rsids>
    <w:rsidRoot w:val="00496307"/>
    <w:rsid w:val="000671BD"/>
    <w:rsid w:val="00093716"/>
    <w:rsid w:val="000B74E6"/>
    <w:rsid w:val="000C0BF0"/>
    <w:rsid w:val="0018263B"/>
    <w:rsid w:val="0019713B"/>
    <w:rsid w:val="00197F3E"/>
    <w:rsid w:val="001B08E0"/>
    <w:rsid w:val="001F0360"/>
    <w:rsid w:val="00202FEF"/>
    <w:rsid w:val="00203FE5"/>
    <w:rsid w:val="002249E2"/>
    <w:rsid w:val="0024641D"/>
    <w:rsid w:val="00282E36"/>
    <w:rsid w:val="002B4D8E"/>
    <w:rsid w:val="0031337F"/>
    <w:rsid w:val="003460A9"/>
    <w:rsid w:val="00347378"/>
    <w:rsid w:val="003A4EC4"/>
    <w:rsid w:val="003E77E5"/>
    <w:rsid w:val="003F6473"/>
    <w:rsid w:val="00402247"/>
    <w:rsid w:val="0047116A"/>
    <w:rsid w:val="00496307"/>
    <w:rsid w:val="004A671E"/>
    <w:rsid w:val="004F5A73"/>
    <w:rsid w:val="005B2264"/>
    <w:rsid w:val="005C20BC"/>
    <w:rsid w:val="00604328"/>
    <w:rsid w:val="00605D53"/>
    <w:rsid w:val="00666457"/>
    <w:rsid w:val="00666D8D"/>
    <w:rsid w:val="00676795"/>
    <w:rsid w:val="00680192"/>
    <w:rsid w:val="006B0FF0"/>
    <w:rsid w:val="006E1B9E"/>
    <w:rsid w:val="00715E38"/>
    <w:rsid w:val="0078426D"/>
    <w:rsid w:val="007861D2"/>
    <w:rsid w:val="00793C46"/>
    <w:rsid w:val="0079577C"/>
    <w:rsid w:val="007E250F"/>
    <w:rsid w:val="007F1251"/>
    <w:rsid w:val="0087643C"/>
    <w:rsid w:val="0088008F"/>
    <w:rsid w:val="008A011D"/>
    <w:rsid w:val="008E5E72"/>
    <w:rsid w:val="008F18DB"/>
    <w:rsid w:val="009344C5"/>
    <w:rsid w:val="0097393C"/>
    <w:rsid w:val="009806A4"/>
    <w:rsid w:val="009E76C1"/>
    <w:rsid w:val="00A17A4A"/>
    <w:rsid w:val="00A20F90"/>
    <w:rsid w:val="00A611B8"/>
    <w:rsid w:val="00AD0446"/>
    <w:rsid w:val="00AF3E95"/>
    <w:rsid w:val="00B06AF0"/>
    <w:rsid w:val="00B14FDB"/>
    <w:rsid w:val="00B4207F"/>
    <w:rsid w:val="00B4485A"/>
    <w:rsid w:val="00BF76CE"/>
    <w:rsid w:val="00C06CDD"/>
    <w:rsid w:val="00C64318"/>
    <w:rsid w:val="00C923B2"/>
    <w:rsid w:val="00CB77CB"/>
    <w:rsid w:val="00CC2499"/>
    <w:rsid w:val="00CE42E6"/>
    <w:rsid w:val="00CF05E6"/>
    <w:rsid w:val="00D21E41"/>
    <w:rsid w:val="00D24853"/>
    <w:rsid w:val="00D352E2"/>
    <w:rsid w:val="00D55D99"/>
    <w:rsid w:val="00D65823"/>
    <w:rsid w:val="00DF2B1F"/>
    <w:rsid w:val="00E13D98"/>
    <w:rsid w:val="00E44FA6"/>
    <w:rsid w:val="00E95425"/>
    <w:rsid w:val="00EB2BE3"/>
    <w:rsid w:val="00ED1D5C"/>
    <w:rsid w:val="00ED7E29"/>
    <w:rsid w:val="00EE2B53"/>
    <w:rsid w:val="00F12F4C"/>
    <w:rsid w:val="00F50674"/>
    <w:rsid w:val="00F51A30"/>
    <w:rsid w:val="00FB6364"/>
    <w:rsid w:val="00FC04E8"/>
    <w:rsid w:val="00FF7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6307"/>
    <w:rPr>
      <w:rFonts w:ascii="Arial" w:eastAsia="Batang" w:hAnsi="Arial"/>
    </w:rPr>
  </w:style>
  <w:style w:type="paragraph" w:styleId="Heading1">
    <w:name w:val="heading 1"/>
    <w:basedOn w:val="HeadingBase"/>
    <w:next w:val="BodyText"/>
    <w:qFormat/>
    <w:rsid w:val="00496307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rsid w:val="00496307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rsid w:val="00496307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496307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rsid w:val="00496307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rsid w:val="00496307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496307"/>
    <w:pPr>
      <w:numPr>
        <w:numId w:val="1"/>
      </w:numPr>
      <w:tabs>
        <w:tab w:val="clear" w:pos="360"/>
      </w:tabs>
      <w:spacing w:after="60"/>
    </w:pPr>
  </w:style>
  <w:style w:type="paragraph" w:styleId="BodyText">
    <w:name w:val="Body Text"/>
    <w:basedOn w:val="Normal"/>
    <w:rsid w:val="00496307"/>
    <w:pPr>
      <w:spacing w:after="220" w:line="220" w:lineRule="atLeast"/>
      <w:jc w:val="both"/>
    </w:pPr>
    <w:rPr>
      <w:spacing w:val="-5"/>
    </w:rPr>
  </w:style>
  <w:style w:type="paragraph" w:customStyle="1" w:styleId="Address1">
    <w:name w:val="Address 1"/>
    <w:basedOn w:val="Normal"/>
    <w:rsid w:val="00496307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496307"/>
    <w:pPr>
      <w:spacing w:line="160" w:lineRule="atLeast"/>
      <w:jc w:val="both"/>
    </w:pPr>
    <w:rPr>
      <w:sz w:val="14"/>
    </w:rPr>
  </w:style>
  <w:style w:type="paragraph" w:customStyle="1" w:styleId="CompanyName">
    <w:name w:val="Company Name"/>
    <w:basedOn w:val="Normal"/>
    <w:next w:val="Normal"/>
    <w:autoRedefine/>
    <w:rsid w:val="00496307"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Institution">
    <w:name w:val="Institution"/>
    <w:basedOn w:val="Normal"/>
    <w:next w:val="Achievement"/>
    <w:autoRedefine/>
    <w:rsid w:val="00496307"/>
    <w:pPr>
      <w:tabs>
        <w:tab w:val="left" w:pos="2160"/>
        <w:tab w:val="right" w:pos="6480"/>
      </w:tabs>
      <w:spacing w:before="240" w:after="60" w:line="220" w:lineRule="atLeast"/>
    </w:pPr>
  </w:style>
  <w:style w:type="paragraph" w:customStyle="1" w:styleId="JobTitle">
    <w:name w:val="Job Title"/>
    <w:next w:val="Achievement"/>
    <w:rsid w:val="00496307"/>
    <w:pPr>
      <w:spacing w:after="60" w:line="220" w:lineRule="atLeast"/>
    </w:pPr>
    <w:rPr>
      <w:rFonts w:ascii="Arial Black" w:eastAsia="Batang" w:hAnsi="Arial Black"/>
      <w:spacing w:val="-10"/>
    </w:rPr>
  </w:style>
  <w:style w:type="paragraph" w:customStyle="1" w:styleId="Name">
    <w:name w:val="Name"/>
    <w:basedOn w:val="Normal"/>
    <w:next w:val="Normal"/>
    <w:rsid w:val="00496307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Objective">
    <w:name w:val="Objective"/>
    <w:basedOn w:val="Normal"/>
    <w:next w:val="BodyText"/>
    <w:rsid w:val="00496307"/>
    <w:pPr>
      <w:spacing w:before="240" w:after="220" w:line="220" w:lineRule="atLeast"/>
    </w:pPr>
  </w:style>
  <w:style w:type="paragraph" w:customStyle="1" w:styleId="SectionTitle">
    <w:name w:val="Section Title"/>
    <w:basedOn w:val="Normal"/>
    <w:next w:val="Normal"/>
    <w:autoRedefine/>
    <w:rsid w:val="00AD0446"/>
    <w:pPr>
      <w:spacing w:line="220" w:lineRule="atLeast"/>
    </w:pPr>
    <w:rPr>
      <w:rFonts w:ascii="Arial Black" w:hAnsi="Arial Black"/>
      <w:spacing w:val="-10"/>
    </w:rPr>
  </w:style>
  <w:style w:type="paragraph" w:customStyle="1" w:styleId="PersonalInfo">
    <w:name w:val="Personal Info"/>
    <w:basedOn w:val="Achievement"/>
    <w:next w:val="Achievement"/>
    <w:rsid w:val="00496307"/>
    <w:pPr>
      <w:numPr>
        <w:numId w:val="0"/>
      </w:numPr>
      <w:spacing w:before="240"/>
      <w:ind w:left="245" w:hanging="245"/>
    </w:pPr>
  </w:style>
  <w:style w:type="paragraph" w:styleId="BalloonText">
    <w:name w:val="Balloon Text"/>
    <w:basedOn w:val="Normal"/>
    <w:semiHidden/>
    <w:rsid w:val="0049630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BodyText"/>
    <w:rsid w:val="00496307"/>
    <w:pPr>
      <w:ind w:left="720"/>
    </w:pPr>
  </w:style>
  <w:style w:type="paragraph" w:customStyle="1" w:styleId="CityState">
    <w:name w:val="City/State"/>
    <w:basedOn w:val="BodyText"/>
    <w:next w:val="BodyText"/>
    <w:rsid w:val="00496307"/>
    <w:pPr>
      <w:keepNext/>
    </w:pPr>
  </w:style>
  <w:style w:type="paragraph" w:customStyle="1" w:styleId="CompanyNameOne">
    <w:name w:val="Company Name One"/>
    <w:basedOn w:val="CompanyName"/>
    <w:next w:val="Normal"/>
    <w:autoRedefine/>
    <w:rsid w:val="00496307"/>
  </w:style>
  <w:style w:type="paragraph" w:styleId="Date">
    <w:name w:val="Date"/>
    <w:basedOn w:val="BodyText"/>
    <w:rsid w:val="00496307"/>
    <w:pPr>
      <w:keepNext/>
    </w:pPr>
  </w:style>
  <w:style w:type="paragraph" w:customStyle="1" w:styleId="DocumentLabel">
    <w:name w:val="Document Label"/>
    <w:basedOn w:val="Normal"/>
    <w:next w:val="Normal"/>
    <w:rsid w:val="00496307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sid w:val="00496307"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rsid w:val="00496307"/>
    <w:pPr>
      <w:jc w:val="both"/>
    </w:pPr>
  </w:style>
  <w:style w:type="paragraph" w:styleId="Footer">
    <w:name w:val="footer"/>
    <w:basedOn w:val="HeaderBase"/>
    <w:rsid w:val="00496307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rsid w:val="00496307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rsid w:val="00496307"/>
    <w:pPr>
      <w:keepNext/>
      <w:keepLines/>
      <w:spacing w:after="0"/>
    </w:pPr>
    <w:rPr>
      <w:spacing w:val="-4"/>
      <w:sz w:val="18"/>
    </w:rPr>
  </w:style>
  <w:style w:type="character" w:customStyle="1" w:styleId="Job">
    <w:name w:val="Job"/>
    <w:basedOn w:val="DefaultParagraphFont"/>
    <w:rsid w:val="00496307"/>
  </w:style>
  <w:style w:type="character" w:customStyle="1" w:styleId="Lead-inEmphasis">
    <w:name w:val="Lead-in Emphasis"/>
    <w:rsid w:val="00496307"/>
    <w:rPr>
      <w:rFonts w:ascii="Arial Black" w:hAnsi="Arial Black"/>
      <w:spacing w:val="-6"/>
      <w:sz w:val="18"/>
    </w:rPr>
  </w:style>
  <w:style w:type="paragraph" w:customStyle="1" w:styleId="NoTitle">
    <w:name w:val="No Title"/>
    <w:basedOn w:val="SectionTitle"/>
    <w:rsid w:val="00496307"/>
  </w:style>
  <w:style w:type="character" w:styleId="PageNumber">
    <w:name w:val="page number"/>
    <w:rsid w:val="00496307"/>
    <w:rPr>
      <w:rFonts w:ascii="Arial" w:hAnsi="Arial"/>
      <w:sz w:val="18"/>
    </w:rPr>
  </w:style>
  <w:style w:type="paragraph" w:customStyle="1" w:styleId="PersonalData">
    <w:name w:val="Personal Data"/>
    <w:basedOn w:val="BodyText"/>
    <w:rsid w:val="00496307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SectionSubtitle">
    <w:name w:val="Section Subtitle"/>
    <w:basedOn w:val="SectionTitle"/>
    <w:next w:val="Normal"/>
    <w:rsid w:val="00496307"/>
    <w:rPr>
      <w:b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Resume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 Wizard</Template>
  <TotalTime>0</TotalTime>
  <Pages>1</Pages>
  <Words>213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 Wizard</vt:lpstr>
    </vt:vector>
  </TitlesOfParts>
  <Manager/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Wizard</dc:title>
  <dc:subject/>
  <dc:creator/>
  <cp:keywords/>
  <cp:lastModifiedBy/>
  <cp:revision>1</cp:revision>
  <dcterms:created xsi:type="dcterms:W3CDTF">2010-10-19T15:43:00Z</dcterms:created>
  <dcterms:modified xsi:type="dcterms:W3CDTF">2010-11-29T16:47:00Z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